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AA" w:rsidRDefault="006B5AAA" w:rsidP="00666090">
      <w:pPr>
        <w:ind w:left="4253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Проект</w:t>
      </w:r>
    </w:p>
    <w:p w:rsidR="006B5AAA" w:rsidRDefault="006B5AAA" w:rsidP="00733DAB">
      <w:pPr>
        <w:ind w:left="4253"/>
        <w:rPr>
          <w:rFonts w:ascii="PT Astra Serif" w:hAnsi="PT Astra Serif"/>
        </w:rPr>
      </w:pPr>
      <w:r w:rsidRPr="0020146B">
        <w:rPr>
          <w:rFonts w:ascii="PT Astra Serif" w:hAnsi="PT Astra Serif"/>
        </w:rPr>
        <w:t>Приложение № 2</w:t>
      </w:r>
      <w:r>
        <w:rPr>
          <w:rFonts w:ascii="PT Astra Serif" w:hAnsi="PT Astra Serif"/>
        </w:rPr>
        <w:t xml:space="preserve"> </w:t>
      </w:r>
    </w:p>
    <w:p w:rsidR="006B5AAA" w:rsidRDefault="006B5AAA" w:rsidP="00733DAB">
      <w:pPr>
        <w:ind w:left="4253"/>
        <w:rPr>
          <w:rFonts w:ascii="PT Astra Serif" w:hAnsi="PT Astra Serif"/>
        </w:rPr>
      </w:pPr>
      <w:r w:rsidRPr="0020146B">
        <w:rPr>
          <w:rFonts w:ascii="PT Astra Serif" w:hAnsi="PT Astra Serif"/>
        </w:rPr>
        <w:t xml:space="preserve">к решению Совета Пинеровского муниципального образования Балашовского муниципального района Саратовской области </w:t>
      </w:r>
      <w:r w:rsidRPr="00B07B79">
        <w:rPr>
          <w:rFonts w:ascii="PT Astra Serif" w:hAnsi="PT Astra Serif"/>
        </w:rPr>
        <w:t xml:space="preserve">№ </w:t>
      </w:r>
      <w:r>
        <w:rPr>
          <w:rFonts w:ascii="PT Astra Serif" w:hAnsi="PT Astra Serif"/>
        </w:rPr>
        <w:t>00</w:t>
      </w:r>
      <w:r w:rsidRPr="00B07B79">
        <w:rPr>
          <w:rFonts w:ascii="PT Astra Serif" w:hAnsi="PT Astra Serif"/>
        </w:rPr>
        <w:t xml:space="preserve">/02 от </w:t>
      </w:r>
      <w:r>
        <w:rPr>
          <w:rFonts w:ascii="PT Astra Serif" w:hAnsi="PT Astra Serif"/>
        </w:rPr>
        <w:t>00</w:t>
      </w:r>
      <w:r w:rsidRPr="00B07B79">
        <w:rPr>
          <w:rFonts w:ascii="PT Astra Serif" w:hAnsi="PT Astra Serif"/>
        </w:rPr>
        <w:t>.12.202</w:t>
      </w:r>
      <w:r>
        <w:rPr>
          <w:rFonts w:ascii="PT Astra Serif" w:hAnsi="PT Astra Serif"/>
        </w:rPr>
        <w:t>4</w:t>
      </w:r>
      <w:r w:rsidRPr="00B07B79">
        <w:rPr>
          <w:rFonts w:ascii="PT Astra Serif" w:hAnsi="PT Astra Serif"/>
        </w:rPr>
        <w:t>г.</w:t>
      </w:r>
      <w:r w:rsidRPr="0020146B">
        <w:rPr>
          <w:rFonts w:ascii="PT Astra Serif" w:hAnsi="PT Astra Serif"/>
          <w:sz w:val="28"/>
        </w:rPr>
        <w:t xml:space="preserve">    </w:t>
      </w:r>
      <w:r w:rsidRPr="0020146B">
        <w:rPr>
          <w:rFonts w:ascii="PT Astra Serif" w:hAnsi="PT Astra Serif"/>
        </w:rPr>
        <w:t xml:space="preserve"> </w:t>
      </w:r>
    </w:p>
    <w:p w:rsidR="006B5AAA" w:rsidRPr="0020146B" w:rsidRDefault="006B5AAA" w:rsidP="00733DAB">
      <w:pPr>
        <w:ind w:left="4253"/>
        <w:rPr>
          <w:rFonts w:ascii="PT Astra Serif" w:hAnsi="PT Astra Serif"/>
        </w:rPr>
      </w:pPr>
      <w:r w:rsidRPr="0020146B">
        <w:rPr>
          <w:rFonts w:ascii="PT Astra Serif" w:hAnsi="PT Astra Serif"/>
        </w:rPr>
        <w:t>«О бюджете Пинеровского муниципального образования Балашовского муниципального района Саратовской области на 202</w:t>
      </w:r>
      <w:r>
        <w:rPr>
          <w:rFonts w:ascii="PT Astra Serif" w:hAnsi="PT Astra Serif"/>
        </w:rPr>
        <w:t>5</w:t>
      </w:r>
      <w:r w:rsidRPr="0020146B">
        <w:rPr>
          <w:rFonts w:ascii="PT Astra Serif" w:hAnsi="PT Astra Serif"/>
        </w:rPr>
        <w:t xml:space="preserve"> год </w:t>
      </w:r>
      <w:r w:rsidRPr="0020146B">
        <w:rPr>
          <w:rStyle w:val="Strong"/>
          <w:rFonts w:ascii="PT Astra Serif" w:hAnsi="PT Astra Serif"/>
          <w:b w:val="0"/>
          <w:bCs/>
          <w:shd w:val="clear" w:color="auto" w:fill="FFFFFF"/>
        </w:rPr>
        <w:t>и плановый период 202</w:t>
      </w:r>
      <w:r>
        <w:rPr>
          <w:rStyle w:val="Strong"/>
          <w:rFonts w:ascii="PT Astra Serif" w:hAnsi="PT Astra Serif"/>
          <w:b w:val="0"/>
          <w:bCs/>
          <w:shd w:val="clear" w:color="auto" w:fill="FFFFFF"/>
        </w:rPr>
        <w:t>6</w:t>
      </w:r>
      <w:r w:rsidRPr="0020146B">
        <w:rPr>
          <w:rStyle w:val="Strong"/>
          <w:rFonts w:ascii="PT Astra Serif" w:hAnsi="PT Astra Serif"/>
          <w:b w:val="0"/>
          <w:bCs/>
          <w:shd w:val="clear" w:color="auto" w:fill="FFFFFF"/>
        </w:rPr>
        <w:t xml:space="preserve"> и 202</w:t>
      </w:r>
      <w:r>
        <w:rPr>
          <w:rStyle w:val="Strong"/>
          <w:rFonts w:ascii="PT Astra Serif" w:hAnsi="PT Astra Serif"/>
          <w:b w:val="0"/>
          <w:bCs/>
          <w:shd w:val="clear" w:color="auto" w:fill="FFFFFF"/>
        </w:rPr>
        <w:t>7</w:t>
      </w:r>
      <w:r w:rsidRPr="0020146B">
        <w:rPr>
          <w:rStyle w:val="Strong"/>
          <w:rFonts w:ascii="PT Astra Serif" w:hAnsi="PT Astra Serif"/>
          <w:b w:val="0"/>
          <w:bCs/>
          <w:shd w:val="clear" w:color="auto" w:fill="FFFFFF"/>
        </w:rPr>
        <w:t xml:space="preserve"> годов</w:t>
      </w:r>
      <w:r w:rsidRPr="0020146B">
        <w:rPr>
          <w:rFonts w:ascii="PT Astra Serif" w:hAnsi="PT Astra Serif"/>
        </w:rPr>
        <w:t>»</w:t>
      </w:r>
    </w:p>
    <w:p w:rsidR="006B5AAA" w:rsidRPr="0020146B" w:rsidRDefault="006B5AAA" w:rsidP="00733DAB">
      <w:pPr>
        <w:pStyle w:val="Heading1"/>
        <w:ind w:left="4962"/>
        <w:rPr>
          <w:rFonts w:ascii="PT Astra Serif" w:hAnsi="PT Astra Serif"/>
          <w:sz w:val="24"/>
        </w:rPr>
      </w:pPr>
    </w:p>
    <w:p w:rsidR="006B5AAA" w:rsidRPr="0020146B" w:rsidRDefault="006B5AAA" w:rsidP="00733DAB">
      <w:pPr>
        <w:jc w:val="center"/>
        <w:rPr>
          <w:rFonts w:ascii="PT Astra Serif" w:hAnsi="PT Astra Serif"/>
          <w:b/>
          <w:bCs/>
        </w:rPr>
      </w:pPr>
      <w:r w:rsidRPr="0020146B">
        <w:rPr>
          <w:rFonts w:ascii="PT Astra Serif" w:hAnsi="PT Astra Serif"/>
          <w:b/>
          <w:bCs/>
        </w:rPr>
        <w:t>Ведомственная структура расходов бюджета муниципального образования на 202</w:t>
      </w:r>
      <w:r>
        <w:rPr>
          <w:rFonts w:ascii="PT Astra Serif" w:hAnsi="PT Astra Serif"/>
          <w:b/>
          <w:bCs/>
        </w:rPr>
        <w:t>5</w:t>
      </w:r>
      <w:r w:rsidRPr="0020146B">
        <w:rPr>
          <w:rFonts w:ascii="PT Astra Serif" w:hAnsi="PT Astra Serif"/>
          <w:b/>
          <w:bCs/>
        </w:rPr>
        <w:t xml:space="preserve"> год и плановый период 202</w:t>
      </w:r>
      <w:r>
        <w:rPr>
          <w:rFonts w:ascii="PT Astra Serif" w:hAnsi="PT Astra Serif"/>
          <w:b/>
          <w:bCs/>
        </w:rPr>
        <w:t>6</w:t>
      </w:r>
      <w:r w:rsidRPr="0020146B">
        <w:rPr>
          <w:rFonts w:ascii="PT Astra Serif" w:hAnsi="PT Astra Serif"/>
          <w:b/>
          <w:bCs/>
        </w:rPr>
        <w:t xml:space="preserve"> и 202</w:t>
      </w:r>
      <w:r>
        <w:rPr>
          <w:rFonts w:ascii="PT Astra Serif" w:hAnsi="PT Astra Serif"/>
          <w:b/>
          <w:bCs/>
        </w:rPr>
        <w:t>7</w:t>
      </w:r>
      <w:r w:rsidRPr="0020146B">
        <w:rPr>
          <w:rFonts w:ascii="PT Astra Serif" w:hAnsi="PT Astra Serif"/>
          <w:b/>
          <w:bCs/>
        </w:rPr>
        <w:t xml:space="preserve"> годов</w:t>
      </w:r>
    </w:p>
    <w:p w:rsidR="006B5AAA" w:rsidRPr="00CD3E1D" w:rsidRDefault="006B5AAA" w:rsidP="00CD3E1D">
      <w:pPr>
        <w:jc w:val="right"/>
      </w:pPr>
      <w:r w:rsidRPr="00CD3E1D">
        <w:t>тыс.</w:t>
      </w:r>
      <w:r>
        <w:t xml:space="preserve"> </w:t>
      </w:r>
      <w:r w:rsidRPr="00CD3E1D">
        <w:t>рублей</w:t>
      </w:r>
    </w:p>
    <w:tbl>
      <w:tblPr>
        <w:tblW w:w="10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68"/>
        <w:gridCol w:w="563"/>
        <w:gridCol w:w="726"/>
        <w:gridCol w:w="900"/>
        <w:gridCol w:w="1440"/>
        <w:gridCol w:w="900"/>
        <w:gridCol w:w="900"/>
        <w:gridCol w:w="900"/>
        <w:gridCol w:w="900"/>
      </w:tblGrid>
      <w:tr w:rsidR="006B5AAA" w:rsidRPr="00A627CD" w:rsidTr="00205848">
        <w:trPr>
          <w:trHeight w:val="255"/>
        </w:trPr>
        <w:tc>
          <w:tcPr>
            <w:tcW w:w="3168" w:type="dxa"/>
            <w:vMerge w:val="restart"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3" w:type="dxa"/>
            <w:vMerge w:val="restart"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726" w:type="dxa"/>
            <w:vMerge w:val="restart"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Раз-дел</w:t>
            </w:r>
          </w:p>
        </w:tc>
        <w:tc>
          <w:tcPr>
            <w:tcW w:w="900" w:type="dxa"/>
            <w:vMerge w:val="restart"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Под-раздел</w:t>
            </w:r>
          </w:p>
        </w:tc>
        <w:tc>
          <w:tcPr>
            <w:tcW w:w="1440" w:type="dxa"/>
            <w:vMerge w:val="restart"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900" w:type="dxa"/>
            <w:vMerge w:val="restart"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Вид расхо-дов</w:t>
            </w:r>
          </w:p>
        </w:tc>
        <w:tc>
          <w:tcPr>
            <w:tcW w:w="2700" w:type="dxa"/>
            <w:gridSpan w:val="3"/>
            <w:noWrap/>
            <w:vAlign w:val="center"/>
          </w:tcPr>
          <w:p w:rsidR="006B5AAA" w:rsidRPr="001D623D" w:rsidRDefault="006B5AAA" w:rsidP="00A627C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Сумма</w:t>
            </w:r>
            <w:r w:rsidRPr="001D623D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Merge/>
            <w:vAlign w:val="center"/>
          </w:tcPr>
          <w:p w:rsidR="006B5AAA" w:rsidRPr="001D623D" w:rsidRDefault="006B5AAA" w:rsidP="00F96C72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vMerge/>
            <w:vAlign w:val="center"/>
          </w:tcPr>
          <w:p w:rsidR="006B5AAA" w:rsidRPr="001D623D" w:rsidRDefault="006B5AAA" w:rsidP="00F96C72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26" w:type="dxa"/>
            <w:vMerge/>
            <w:vAlign w:val="center"/>
          </w:tcPr>
          <w:p w:rsidR="006B5AAA" w:rsidRPr="001D623D" w:rsidRDefault="006B5AAA" w:rsidP="00F96C72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6B5AAA" w:rsidRPr="001D623D" w:rsidRDefault="006B5AAA" w:rsidP="00F96C72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6B5AAA" w:rsidRPr="001D623D" w:rsidRDefault="006B5AAA" w:rsidP="00F96C72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6B5AAA" w:rsidRPr="001D623D" w:rsidRDefault="006B5AAA" w:rsidP="00F96C72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2025</w:t>
            </w: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noWrap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6</w:t>
            </w: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noWrap/>
            <w:vAlign w:val="center"/>
          </w:tcPr>
          <w:p w:rsidR="006B5AAA" w:rsidRPr="001D623D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7</w:t>
            </w:r>
            <w:r w:rsidRPr="001D623D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3" w:type="dxa"/>
            <w:noWrap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6" w:type="dxa"/>
            <w:noWrap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0" w:type="dxa"/>
            <w:noWrap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0" w:type="dxa"/>
            <w:noWrap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00" w:type="dxa"/>
            <w:noWrap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00" w:type="dxa"/>
            <w:noWrap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0" w:type="dxa"/>
            <w:noWrap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00" w:type="dxa"/>
            <w:noWrap/>
            <w:vAlign w:val="center"/>
          </w:tcPr>
          <w:p w:rsidR="006B5AAA" w:rsidRPr="00F96C72" w:rsidRDefault="006B5AAA" w:rsidP="00F96C72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72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Совет</w:t>
            </w: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Пинеровского </w:t>
            </w: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му</w:t>
            </w: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ниципального образования Балашовского муниципального района Саратовской области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F814D4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F96C72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F96C7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F96C7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F96C72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525,1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546,1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567,9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A15DFF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A15DFF">
              <w:rPr>
                <w:rFonts w:ascii="PT Astra Serif" w:hAnsi="PT Astra Serif"/>
                <w:b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A15DFF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A15DFF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525,1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546,1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567,9</w:t>
            </w:r>
          </w:p>
        </w:tc>
      </w:tr>
      <w:tr w:rsidR="006B5AAA" w:rsidRPr="00A627CD" w:rsidTr="00205848">
        <w:trPr>
          <w:trHeight w:val="91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A15DFF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15DFF">
              <w:rPr>
                <w:rFonts w:ascii="PT Astra Serif" w:hAnsi="PT Astra Serif"/>
                <w:b/>
                <w:sz w:val="20"/>
                <w:szCs w:val="20"/>
              </w:rPr>
              <w:t>21 0 00 00000</w:t>
            </w:r>
          </w:p>
        </w:tc>
        <w:tc>
          <w:tcPr>
            <w:tcW w:w="900" w:type="dxa"/>
            <w:noWrap/>
            <w:vAlign w:val="bottom"/>
          </w:tcPr>
          <w:p w:rsidR="006B5AAA" w:rsidRPr="00A15DFF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15DFF">
              <w:rPr>
                <w:rFonts w:ascii="PT Astra Serif" w:hAnsi="PT Astra Serif"/>
                <w:b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525,1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546,1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A2C03">
              <w:rPr>
                <w:rFonts w:ascii="PT Astra Serif" w:hAnsi="PT Astra Serif"/>
                <w:b/>
                <w:sz w:val="20"/>
                <w:szCs w:val="20"/>
              </w:rPr>
              <w:t>567,9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525,1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546,1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567,9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депутатов муниципального образования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21 1 00 01200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525,1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546,1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567,9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Расходы на выплату персоналу </w:t>
            </w:r>
          </w:p>
          <w:p w:rsidR="006B5AAA" w:rsidRPr="0020146B" w:rsidRDefault="006B5AAA" w:rsidP="00404AE5">
            <w:pPr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 фондами 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21 1 00 01200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525,1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546,1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D46B8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567,9</w:t>
            </w:r>
          </w:p>
        </w:tc>
      </w:tr>
      <w:tr w:rsidR="006B5AAA" w:rsidRPr="00A627CD" w:rsidTr="00205848">
        <w:trPr>
          <w:trHeight w:val="73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выплату персоналу государственных     (муниципальных) органов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21 1 00 01200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525,1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546,1</w:t>
            </w:r>
          </w:p>
        </w:tc>
        <w:tc>
          <w:tcPr>
            <w:tcW w:w="900" w:type="dxa"/>
            <w:noWrap/>
            <w:vAlign w:val="bottom"/>
          </w:tcPr>
          <w:p w:rsidR="006B5AAA" w:rsidRPr="00AA2C03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A2C03">
              <w:rPr>
                <w:rFonts w:ascii="PT Astra Serif" w:hAnsi="PT Astra Serif"/>
                <w:sz w:val="20"/>
                <w:szCs w:val="20"/>
              </w:rPr>
              <w:t>567,9</w:t>
            </w:r>
          </w:p>
        </w:tc>
      </w:tr>
      <w:tr w:rsidR="006B5AAA" w:rsidRPr="00A627CD" w:rsidTr="00205848">
        <w:trPr>
          <w:trHeight w:val="247"/>
        </w:trPr>
        <w:tc>
          <w:tcPr>
            <w:tcW w:w="3168" w:type="dxa"/>
            <w:vAlign w:val="bottom"/>
          </w:tcPr>
          <w:p w:rsidR="006B5AAA" w:rsidRPr="0020146B" w:rsidRDefault="006B5AAA" w:rsidP="00813E9B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Администрация Пинеровского </w:t>
            </w: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му</w:t>
            </w: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ниципального образования Балашовского муниципального района Саратовской области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813E9B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813E9B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1975DE">
              <w:rPr>
                <w:rFonts w:ascii="PT Astra Serif" w:hAnsi="PT Astra Serif"/>
                <w:b/>
                <w:sz w:val="20"/>
                <w:szCs w:val="20"/>
              </w:rPr>
              <w:t>16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365,3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16793,9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813E9B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1975DE">
              <w:rPr>
                <w:rFonts w:ascii="PT Astra Serif" w:hAnsi="PT Astra Serif"/>
                <w:b/>
                <w:sz w:val="20"/>
                <w:szCs w:val="20"/>
              </w:rPr>
              <w:t>17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052,8</w:t>
            </w:r>
          </w:p>
        </w:tc>
      </w:tr>
      <w:tr w:rsidR="006B5AAA" w:rsidRPr="00A627CD" w:rsidTr="00205848">
        <w:trPr>
          <w:trHeight w:val="247"/>
        </w:trPr>
        <w:tc>
          <w:tcPr>
            <w:tcW w:w="3168" w:type="dxa"/>
            <w:vAlign w:val="bottom"/>
          </w:tcPr>
          <w:p w:rsidR="006B5AAA" w:rsidRPr="0020146B" w:rsidRDefault="006B5AAA" w:rsidP="00E9132B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E9132B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E9132B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E9132B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49172A" w:rsidRDefault="006B5AAA" w:rsidP="00E9132B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49172A">
              <w:rPr>
                <w:rFonts w:ascii="PT Astra Serif" w:hAnsi="PT Astra Serif"/>
                <w:b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49172A" w:rsidRDefault="006B5AAA" w:rsidP="00E9132B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49172A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4713B3">
              <w:rPr>
                <w:rFonts w:ascii="PT Astra Serif" w:hAnsi="PT Astra Serif"/>
                <w:b/>
                <w:sz w:val="20"/>
                <w:szCs w:val="20"/>
              </w:rPr>
              <w:t>7259,6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4713B3">
              <w:rPr>
                <w:rFonts w:ascii="PT Astra Serif" w:hAnsi="PT Astra Serif"/>
                <w:b/>
                <w:sz w:val="20"/>
                <w:szCs w:val="20"/>
              </w:rPr>
              <w:t>6957,1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D46B80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4713B3">
              <w:rPr>
                <w:rFonts w:ascii="PT Astra Serif" w:hAnsi="PT Astra Serif"/>
                <w:b/>
                <w:sz w:val="20"/>
                <w:szCs w:val="20"/>
              </w:rPr>
              <w:t>7094,7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4713B3">
              <w:rPr>
                <w:rFonts w:ascii="PT Astra Serif" w:hAnsi="PT Astra Serif"/>
                <w:b/>
                <w:sz w:val="20"/>
                <w:szCs w:val="20"/>
              </w:rPr>
              <w:t>66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34,2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4713B3">
              <w:rPr>
                <w:rFonts w:ascii="PT Astra Serif" w:hAnsi="PT Astra Serif"/>
                <w:b/>
                <w:sz w:val="20"/>
                <w:szCs w:val="20"/>
              </w:rPr>
              <w:t>6852,1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4713B3">
              <w:rPr>
                <w:rFonts w:ascii="PT Astra Serif" w:hAnsi="PT Astra Serif"/>
                <w:b/>
                <w:sz w:val="20"/>
                <w:szCs w:val="20"/>
              </w:rPr>
              <w:t>7089,7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Выполнение функций </w:t>
            </w:r>
            <w:r>
              <w:rPr>
                <w:rFonts w:ascii="PT Astra Serif" w:hAnsi="PT Astra Serif"/>
                <w:sz w:val="20"/>
                <w:szCs w:val="20"/>
              </w:rPr>
              <w:t>о</w:t>
            </w:r>
            <w:r w:rsidRPr="0020146B">
              <w:rPr>
                <w:rFonts w:ascii="PT Astra Serif" w:hAnsi="PT Astra Serif"/>
                <w:sz w:val="20"/>
                <w:szCs w:val="20"/>
              </w:rPr>
              <w:t>рганами местного самоуправления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4713B3">
              <w:rPr>
                <w:rFonts w:ascii="PT Astra Serif" w:hAnsi="PT Astra Serif"/>
                <w:sz w:val="20"/>
                <w:szCs w:val="20"/>
              </w:rPr>
              <w:t>6623,6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4713B3">
              <w:rPr>
                <w:rFonts w:ascii="PT Astra Serif" w:hAnsi="PT Astra Serif"/>
                <w:sz w:val="20"/>
                <w:szCs w:val="20"/>
              </w:rPr>
              <w:t>6852,1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4713B3">
              <w:rPr>
                <w:rFonts w:ascii="PT Astra Serif" w:hAnsi="PT Astra Serif"/>
                <w:sz w:val="20"/>
                <w:szCs w:val="20"/>
              </w:rPr>
              <w:t>7089,7</w:t>
            </w:r>
          </w:p>
        </w:tc>
      </w:tr>
      <w:tr w:rsidR="006B5AAA" w:rsidRPr="00A627CD" w:rsidTr="00205848">
        <w:trPr>
          <w:trHeight w:val="707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4713B3">
              <w:rPr>
                <w:rFonts w:ascii="PT Astra Serif" w:hAnsi="PT Astra Serif"/>
                <w:sz w:val="20"/>
                <w:szCs w:val="20"/>
              </w:rPr>
              <w:t>6623,6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4713B3">
              <w:rPr>
                <w:rFonts w:ascii="PT Astra Serif" w:hAnsi="PT Astra Serif"/>
                <w:sz w:val="20"/>
                <w:szCs w:val="20"/>
              </w:rPr>
              <w:t>6852,1</w:t>
            </w:r>
          </w:p>
        </w:tc>
        <w:tc>
          <w:tcPr>
            <w:tcW w:w="900" w:type="dxa"/>
            <w:noWrap/>
            <w:vAlign w:val="bottom"/>
          </w:tcPr>
          <w:p w:rsidR="006B5AAA" w:rsidRPr="004713B3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4713B3">
              <w:rPr>
                <w:rFonts w:ascii="PT Astra Serif" w:hAnsi="PT Astra Serif"/>
                <w:sz w:val="20"/>
                <w:szCs w:val="20"/>
              </w:rPr>
              <w:t>7089,7</w:t>
            </w:r>
          </w:p>
        </w:tc>
      </w:tr>
      <w:tr w:rsidR="006B5AAA" w:rsidRPr="00A627CD" w:rsidTr="00205848">
        <w:trPr>
          <w:trHeight w:val="707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Главы местной администрации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21 2 00 02100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1274,6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1325,6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1378,6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фондами 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21 2 00 02100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1274,6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1325,6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1378,6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выплату персоналу государственных     (муниципальных) органов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21 2 00 02100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1274,6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1325,6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1378,6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5335,0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5512,5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550F3A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5697,1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выплату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4438,0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4615,5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4800,1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выплату персоналу государственных     (муниципальных) органов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4438,0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4615,5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0C78B9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4800,1</w:t>
            </w:r>
          </w:p>
        </w:tc>
      </w:tr>
      <w:tr w:rsidR="006B5AAA" w:rsidRPr="00A627CD" w:rsidTr="00205848">
        <w:trPr>
          <w:trHeight w:val="707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895,0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895,0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895,0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895,0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895,0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B97FF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28467B" w:rsidRDefault="006B5AAA" w:rsidP="00B97FF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895,0</w:t>
            </w:r>
          </w:p>
        </w:tc>
      </w:tr>
      <w:tr w:rsidR="006B5AAA" w:rsidRPr="00A627CD" w:rsidTr="00205848">
        <w:trPr>
          <w:trHeight w:val="31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F96C72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</w:tr>
      <w:tr w:rsidR="006B5AAA" w:rsidRPr="00A627CD" w:rsidTr="00205848">
        <w:trPr>
          <w:trHeight w:val="353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Уплата налогов, сборов, иных платежей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D46B8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</w:tr>
      <w:tr w:rsidR="006B5AAA" w:rsidRPr="00A627CD" w:rsidTr="00205848">
        <w:trPr>
          <w:trHeight w:val="886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Уплата земельного налога, налога на имущество, и транспортного налога органами местного самоуправления 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D46B8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D46B8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</w:tr>
      <w:tr w:rsidR="006B5AAA" w:rsidRPr="00A627CD" w:rsidTr="00205848">
        <w:trPr>
          <w:trHeight w:val="5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Уплата налогов, сборов, иных платежей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D46B8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14,0</w:t>
            </w:r>
          </w:p>
        </w:tc>
      </w:tr>
      <w:tr w:rsidR="006B5AAA" w:rsidRPr="00A627CD" w:rsidTr="00205848">
        <w:trPr>
          <w:trHeight w:val="48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10,6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915"/>
        </w:trPr>
        <w:tc>
          <w:tcPr>
            <w:tcW w:w="3168" w:type="dxa"/>
            <w:vAlign w:val="center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10,6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27 2 00 38000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10,6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7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27 2 00 38000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10,6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12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27 2 00 38000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10,6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/>
                <w:bCs/>
                <w:sz w:val="20"/>
                <w:szCs w:val="20"/>
              </w:rPr>
              <w:t>49,6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172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49,6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172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Расходы на исполнение полномочий контрольно счетной комиссии органов местного самоуправления муниципальных образований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27 2 00 37000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4,6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94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27 2 00 37000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4,6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2F3CDF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27 2 00 37000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4,6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2F3CDF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27 2 00 39000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45,0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2F3CDF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73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27 2 00 39000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45,0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D46B80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77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06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27 2 00 39000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45,0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F96C72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D00D8E" w:rsidRDefault="006B5AAA" w:rsidP="00604AD6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3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  <w:vAlign w:val="bottom"/>
          </w:tcPr>
          <w:p w:rsidR="006B5AAA" w:rsidRPr="00D00D8E" w:rsidRDefault="006B5AAA" w:rsidP="00604AD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bCs/>
                <w:sz w:val="20"/>
                <w:szCs w:val="20"/>
              </w:rPr>
              <w:t>28 0 00 00000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D00D8E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D00D8E" w:rsidRDefault="006B5AAA" w:rsidP="00604AD6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563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  <w:vAlign w:val="bottom"/>
          </w:tcPr>
          <w:p w:rsidR="006B5AAA" w:rsidRPr="00D00D8E" w:rsidRDefault="006B5AAA" w:rsidP="00604AD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28 0 00 00010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D00D8E" w:rsidRDefault="006B5AAA" w:rsidP="00604AD6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Проведение выборов  в представительный орган местного самоуправления</w:t>
            </w:r>
          </w:p>
        </w:tc>
        <w:tc>
          <w:tcPr>
            <w:tcW w:w="563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  <w:vAlign w:val="bottom"/>
          </w:tcPr>
          <w:p w:rsidR="006B5AAA" w:rsidRPr="00D00D8E" w:rsidRDefault="006B5AAA" w:rsidP="00604AD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28 0 00 00010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D00D8E" w:rsidRDefault="006B5AAA" w:rsidP="00604AD6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3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  <w:vAlign w:val="bottom"/>
          </w:tcPr>
          <w:p w:rsidR="006B5AAA" w:rsidRPr="00D00D8E" w:rsidRDefault="006B5AAA" w:rsidP="00604AD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28 0 00 00010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800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D00D8E" w:rsidTr="00205848">
        <w:trPr>
          <w:trHeight w:val="255"/>
        </w:trPr>
        <w:tc>
          <w:tcPr>
            <w:tcW w:w="3168" w:type="dxa"/>
            <w:vAlign w:val="bottom"/>
          </w:tcPr>
          <w:p w:rsidR="006B5AAA" w:rsidRPr="00D00D8E" w:rsidRDefault="006B5AAA" w:rsidP="00604AD6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563" w:type="dxa"/>
            <w:noWrap/>
            <w:vAlign w:val="bottom"/>
          </w:tcPr>
          <w:p w:rsidR="006B5AAA" w:rsidRPr="00D00D8E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07</w:t>
            </w:r>
          </w:p>
        </w:tc>
        <w:tc>
          <w:tcPr>
            <w:tcW w:w="1440" w:type="dxa"/>
            <w:noWrap/>
            <w:vAlign w:val="bottom"/>
          </w:tcPr>
          <w:p w:rsidR="006B5AAA" w:rsidRPr="00D00D8E" w:rsidRDefault="006B5AAA" w:rsidP="00604AD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28 0 00 00010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604AD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D00D8E">
              <w:rPr>
                <w:rFonts w:ascii="PT Astra Serif" w:hAnsi="PT Astra Serif"/>
                <w:bCs/>
                <w:sz w:val="20"/>
                <w:szCs w:val="20"/>
              </w:rPr>
              <w:t>880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D00D8E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D00D8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28467B">
              <w:rPr>
                <w:rFonts w:ascii="PT Astra Serif" w:hAnsi="PT Astra Serif"/>
                <w:b/>
                <w:sz w:val="20"/>
                <w:szCs w:val="20"/>
              </w:rPr>
              <w:t>575,8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28467B">
              <w:rPr>
                <w:rFonts w:ascii="PT Astra Serif" w:hAnsi="PT Astra Serif"/>
                <w:b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754AE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604AD6">
              <w:rPr>
                <w:rFonts w:ascii="PT Astra Serif" w:hAnsi="PT Astra Serif"/>
                <w:b/>
                <w:sz w:val="20"/>
                <w:szCs w:val="20"/>
              </w:rPr>
              <w:t>5,0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Расходы по исполнению отдельных полномочий 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25 3 00 00020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25 3 00 00020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</w:tr>
      <w:tr w:rsidR="006B5AAA" w:rsidRPr="00A627CD" w:rsidTr="00205848">
        <w:trPr>
          <w:trHeight w:val="858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25 3 00 00020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570,8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11DF3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604AD6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center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570,8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11DF3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604AD6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Исполнение бюджета поселения и осуществление контроля за его исполнением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27 2 00 07280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550,0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11DF3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83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27 2 00 07280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550,0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11DF3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89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27 2 00 07280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550,0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11DF3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27 2 00 12280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20,8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11DF3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196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27 2 00 12280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20,8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11DF3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168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27 2 00 12280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20,8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11DF3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01D8F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/>
                <w:bCs/>
                <w:sz w:val="20"/>
                <w:szCs w:val="20"/>
              </w:rPr>
              <w:t>394,7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/>
                <w:bCs/>
                <w:sz w:val="20"/>
                <w:szCs w:val="20"/>
              </w:rPr>
              <w:t>432,4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28467B">
              <w:rPr>
                <w:rFonts w:ascii="PT Astra Serif" w:hAnsi="PT Astra Serif"/>
                <w:b/>
                <w:sz w:val="20"/>
                <w:szCs w:val="20"/>
              </w:rPr>
              <w:t>448,0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394,7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432,4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448,0</w:t>
            </w:r>
          </w:p>
        </w:tc>
      </w:tr>
      <w:tr w:rsidR="006B5AAA" w:rsidRPr="00A627CD" w:rsidTr="00205848">
        <w:trPr>
          <w:trHeight w:val="177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394,7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432,4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448,0</w:t>
            </w:r>
          </w:p>
        </w:tc>
      </w:tr>
      <w:tr w:rsidR="006B5AAA" w:rsidRPr="00A627CD" w:rsidTr="00205848">
        <w:trPr>
          <w:trHeight w:val="299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21 2 00 51180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394,7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432,4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448,0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21 2 00 51180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394,7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432,4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448,0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Расходы на выплату персоналу </w:t>
            </w:r>
          </w:p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 фондами 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21 2 00 51180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394,7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432,4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448,0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на выплату персоналу государственных     (муниципальных) органов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21 2 00 51180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754AE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394,7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8467B">
              <w:rPr>
                <w:rFonts w:ascii="PT Astra Serif" w:hAnsi="PT Astra Serif"/>
                <w:bCs/>
                <w:sz w:val="20"/>
                <w:szCs w:val="20"/>
              </w:rPr>
              <w:t>432,4</w:t>
            </w:r>
          </w:p>
        </w:tc>
        <w:tc>
          <w:tcPr>
            <w:tcW w:w="900" w:type="dxa"/>
            <w:noWrap/>
            <w:vAlign w:val="bottom"/>
          </w:tcPr>
          <w:p w:rsidR="006B5AAA" w:rsidRPr="0028467B" w:rsidRDefault="006B5AAA" w:rsidP="00B2338A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8467B">
              <w:rPr>
                <w:rFonts w:ascii="PT Astra Serif" w:hAnsi="PT Astra Serif"/>
                <w:sz w:val="20"/>
                <w:szCs w:val="20"/>
              </w:rPr>
              <w:t>448,0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F7050">
              <w:rPr>
                <w:rFonts w:ascii="PT Astra Serif" w:hAnsi="PT Astra Serif"/>
                <w:b/>
                <w:sz w:val="20"/>
                <w:szCs w:val="20"/>
              </w:rPr>
              <w:t>41,0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8224AD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D46B80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F7050">
              <w:rPr>
                <w:rFonts w:ascii="PT Astra Serif" w:hAnsi="PT Astra Serif"/>
                <w:b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41,0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8224AD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376168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403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7,0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376168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center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7,0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376168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74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Участие в предупреждении и ликвидации и ликвидации последствий ЧС в границах поселений    (ст.14 п.8,23)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27 2 00 04280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7,0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376168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317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27 2 00 04280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7,0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376168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17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27 2 00 04280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7,0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376168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AF7050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407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34,0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47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Реализация муниципальных программ поселений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34,0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Муниципальная  программа   «Об обеспечение первичных мер пожарной безопасности  Пинеровского МО»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82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34,0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82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34,0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AF7050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82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34,0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AF7050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AF7050" w:rsidRDefault="006B5AAA" w:rsidP="00754AE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F7050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791857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5241,6</w:t>
            </w:r>
          </w:p>
        </w:tc>
        <w:tc>
          <w:tcPr>
            <w:tcW w:w="900" w:type="dxa"/>
            <w:noWrap/>
            <w:vAlign w:val="bottom"/>
          </w:tcPr>
          <w:p w:rsidR="006B5AAA" w:rsidRPr="00791857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5663,4</w:t>
            </w:r>
          </w:p>
        </w:tc>
        <w:tc>
          <w:tcPr>
            <w:tcW w:w="900" w:type="dxa"/>
            <w:noWrap/>
            <w:vAlign w:val="bottom"/>
          </w:tcPr>
          <w:p w:rsidR="006B5AAA" w:rsidRPr="00791857" w:rsidRDefault="006B5AAA" w:rsidP="00B2338A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5789,6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5191,6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5563,4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5739,6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Реализация муниципальных программ поселений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80 0 000 00000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5191,6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5563,4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5739,6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Муниципальная программа «Развитие и совершенствование дорожной деятельности и дорог общего пользования местного значения, расположенных в границах Пинеровского МО за счет средств дорожного фонда »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84 0 01 </w:t>
            </w:r>
            <w:r>
              <w:rPr>
                <w:rFonts w:ascii="PT Astra Serif" w:hAnsi="PT Astra Serif"/>
                <w:sz w:val="20"/>
                <w:szCs w:val="20"/>
              </w:rPr>
              <w:t>9</w:t>
            </w:r>
            <w:r w:rsidRPr="0020146B">
              <w:rPr>
                <w:rFonts w:ascii="PT Astra Serif" w:hAnsi="PT Astra Serif"/>
                <w:sz w:val="20"/>
                <w:szCs w:val="20"/>
              </w:rPr>
              <w:t>Д00</w:t>
            </w: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4717,6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4963,4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5189,6</w:t>
            </w:r>
          </w:p>
        </w:tc>
      </w:tr>
      <w:tr w:rsidR="006B5AAA" w:rsidRPr="00A627CD" w:rsidTr="00205848">
        <w:trPr>
          <w:trHeight w:val="712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84 0 01 </w:t>
            </w:r>
            <w:r>
              <w:rPr>
                <w:rFonts w:ascii="PT Astra Serif" w:hAnsi="PT Astra Serif"/>
                <w:sz w:val="20"/>
                <w:szCs w:val="20"/>
              </w:rPr>
              <w:t>9</w:t>
            </w:r>
            <w:r w:rsidRPr="0020146B">
              <w:rPr>
                <w:rFonts w:ascii="PT Astra Serif" w:hAnsi="PT Astra Serif"/>
                <w:sz w:val="20"/>
                <w:szCs w:val="20"/>
              </w:rPr>
              <w:t>Д00</w:t>
            </w: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4717,6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4963,4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5189,6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84 0 01 </w:t>
            </w:r>
            <w:r>
              <w:rPr>
                <w:rFonts w:ascii="PT Astra Serif" w:hAnsi="PT Astra Serif"/>
                <w:sz w:val="20"/>
                <w:szCs w:val="20"/>
              </w:rPr>
              <w:t>9</w:t>
            </w:r>
            <w:r w:rsidRPr="0020146B">
              <w:rPr>
                <w:rFonts w:ascii="PT Astra Serif" w:hAnsi="PT Astra Serif"/>
                <w:sz w:val="20"/>
                <w:szCs w:val="20"/>
              </w:rPr>
              <w:t>Д00</w:t>
            </w: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4717,6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4963,4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9524F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5189,6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Муниципальная  программа «Повышение безопасности дорожного движения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на территории  Пинеровском МО </w:t>
            </w:r>
            <w:r w:rsidRPr="0020146B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84 0 02 М000</w:t>
            </w:r>
            <w:r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474,0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600,0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</w:t>
            </w:r>
            <w:r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84 0 02 М000</w:t>
            </w:r>
            <w:r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474,0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600,0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</w:t>
            </w:r>
            <w:r>
              <w:rPr>
                <w:rFonts w:ascii="PT Astra Serif" w:hAnsi="PT Astra Serif"/>
                <w:sz w:val="20"/>
                <w:szCs w:val="20"/>
              </w:rPr>
              <w:t>50</w:t>
            </w:r>
            <w:r w:rsidRPr="00604AD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</w:tr>
      <w:tr w:rsidR="006B5AAA" w:rsidRPr="00A627CD" w:rsidTr="00205848">
        <w:trPr>
          <w:trHeight w:val="584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84 0 02 М000</w:t>
            </w:r>
            <w:r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474,0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600,0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</w:t>
            </w:r>
            <w:r>
              <w:rPr>
                <w:rFonts w:ascii="PT Astra Serif" w:hAnsi="PT Astra Serif"/>
                <w:sz w:val="20"/>
                <w:szCs w:val="20"/>
              </w:rPr>
              <w:t>50</w:t>
            </w:r>
            <w:r w:rsidRPr="00604AD6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23 2 00 00000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000 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Расходы  по землеустройству и землепользованию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23 2 00 06000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46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23 2 00 06700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563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23 2 00 06700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23 2 00 06700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6B5AAA" w:rsidRPr="00A12071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604AD6">
              <w:rPr>
                <w:rFonts w:ascii="PT Astra Serif" w:hAnsi="PT Astra Serif"/>
                <w:b/>
                <w:sz w:val="20"/>
                <w:szCs w:val="20"/>
              </w:rPr>
              <w:t>3387,8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604AD6">
              <w:rPr>
                <w:rFonts w:ascii="PT Astra Serif" w:hAnsi="PT Astra Serif"/>
                <w:b/>
                <w:sz w:val="20"/>
                <w:szCs w:val="20"/>
              </w:rPr>
              <w:t>3550,0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B2338A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604AD6">
              <w:rPr>
                <w:rFonts w:ascii="PT Astra Serif" w:hAnsi="PT Astra Serif"/>
                <w:b/>
                <w:sz w:val="20"/>
                <w:szCs w:val="20"/>
              </w:rPr>
              <w:t>3480,0</w:t>
            </w:r>
          </w:p>
        </w:tc>
      </w:tr>
      <w:tr w:rsidR="006B5AAA" w:rsidRPr="00A627CD" w:rsidTr="00205848">
        <w:trPr>
          <w:trHeight w:val="169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813E9B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813E9B">
              <w:rPr>
                <w:rFonts w:ascii="PT Astra Serif" w:hAnsi="PT Astra Serif"/>
                <w:b/>
                <w:sz w:val="20"/>
                <w:szCs w:val="20"/>
              </w:rPr>
              <w:t>198,5</w:t>
            </w:r>
          </w:p>
        </w:tc>
        <w:tc>
          <w:tcPr>
            <w:tcW w:w="900" w:type="dxa"/>
            <w:noWrap/>
            <w:vAlign w:val="bottom"/>
          </w:tcPr>
          <w:p w:rsidR="006B5AAA" w:rsidRPr="00813E9B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813E9B">
              <w:rPr>
                <w:rFonts w:ascii="PT Astra Serif" w:hAnsi="PT Astra Serif"/>
                <w:b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813E9B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813E9B">
              <w:rPr>
                <w:rFonts w:ascii="PT Astra Serif" w:hAnsi="PT Astra Serif"/>
                <w:b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Реализация муниципальных программ поселений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198,5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Муниципальная программа «Формирование и содержание муниципального имущества на территории Пинеровског</w:t>
            </w:r>
            <w:r>
              <w:rPr>
                <w:rFonts w:ascii="PT Astra Serif" w:hAnsi="PT Astra Serif"/>
                <w:sz w:val="20"/>
                <w:szCs w:val="20"/>
              </w:rPr>
              <w:t>о муниципального образования</w:t>
            </w:r>
            <w:r w:rsidRPr="0020146B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87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198,5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87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198,5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87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198,5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  <w:p w:rsidR="006B5AAA" w:rsidRPr="00604AD6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813E9B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813E9B">
              <w:rPr>
                <w:rFonts w:ascii="PT Astra Serif" w:hAnsi="PT Astra Serif"/>
                <w:b/>
                <w:sz w:val="20"/>
                <w:szCs w:val="20"/>
              </w:rPr>
              <w:t>200,0</w:t>
            </w:r>
          </w:p>
        </w:tc>
        <w:tc>
          <w:tcPr>
            <w:tcW w:w="900" w:type="dxa"/>
            <w:noWrap/>
            <w:vAlign w:val="bottom"/>
          </w:tcPr>
          <w:p w:rsidR="006B5AAA" w:rsidRPr="00813E9B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813E9B">
              <w:rPr>
                <w:rFonts w:ascii="PT Astra Serif" w:hAnsi="PT Astra Serif"/>
                <w:b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813E9B" w:rsidRDefault="006B5AAA" w:rsidP="00604AD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813E9B">
              <w:rPr>
                <w:rFonts w:ascii="PT Astra Serif" w:hAnsi="PT Astra Serif"/>
                <w:b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Реализация муниципальных программ поселений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352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Муниципальная программа «Формирование и содержание муниципального имущества на территории Пинеровского муниципального образования </w:t>
            </w:r>
            <w:r w:rsidRPr="00521D0D">
              <w:rPr>
                <w:rFonts w:ascii="PT Astra Serif" w:hAnsi="PT Astra Serif"/>
                <w:sz w:val="20"/>
                <w:szCs w:val="20"/>
              </w:rPr>
              <w:t>»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87 0 00 00000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87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87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900" w:type="dxa"/>
            <w:noWrap/>
            <w:vAlign w:val="bottom"/>
          </w:tcPr>
          <w:p w:rsidR="006B5AAA" w:rsidRPr="00604AD6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04AD6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6B5AAA" w:rsidRPr="00A627CD" w:rsidTr="00205848">
        <w:trPr>
          <w:trHeight w:val="27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0A3CFC">
              <w:rPr>
                <w:rFonts w:ascii="PT Astra Serif" w:hAnsi="PT Astra Serif"/>
                <w:b/>
                <w:sz w:val="20"/>
                <w:szCs w:val="20"/>
              </w:rPr>
              <w:t>2984,0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0A3CFC">
              <w:rPr>
                <w:rFonts w:ascii="PT Astra Serif" w:hAnsi="PT Astra Serif"/>
                <w:b/>
                <w:sz w:val="20"/>
                <w:szCs w:val="20"/>
              </w:rPr>
              <w:t>2950,0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B2338A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0A3CFC">
              <w:rPr>
                <w:rFonts w:ascii="PT Astra Serif" w:hAnsi="PT Astra Serif"/>
                <w:b/>
                <w:sz w:val="20"/>
                <w:szCs w:val="20"/>
              </w:rPr>
              <w:t>2880,0</w:t>
            </w:r>
          </w:p>
        </w:tc>
      </w:tr>
      <w:tr w:rsidR="006B5AAA" w:rsidRPr="009449A4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Расходы по исполнению отдельных полномочий 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25 0 00 00000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2764,0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2670,0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2550,0</w:t>
            </w:r>
          </w:p>
        </w:tc>
      </w:tr>
      <w:tr w:rsidR="006B5AAA" w:rsidRPr="009449A4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Проведение мероприятий по благоустройству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2764,0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2670,0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2550,0</w:t>
            </w:r>
          </w:p>
        </w:tc>
      </w:tr>
      <w:tr w:rsidR="006B5AAA" w:rsidRPr="00A627CD" w:rsidTr="00205848">
        <w:trPr>
          <w:trHeight w:val="299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Уличное освещение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25 4 00 00010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800,0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900,0</w:t>
            </w:r>
          </w:p>
        </w:tc>
      </w:tr>
      <w:tr w:rsidR="006B5AAA" w:rsidRPr="00A627CD" w:rsidTr="00205848">
        <w:trPr>
          <w:trHeight w:val="696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25 4 00 00010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800,0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900,0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25 4 00 00010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800,0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900,0</w:t>
            </w:r>
          </w:p>
        </w:tc>
      </w:tr>
      <w:tr w:rsidR="006B5AAA" w:rsidRPr="00A627CD" w:rsidTr="00205848">
        <w:trPr>
          <w:trHeight w:val="513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25 4 00 00020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950,0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350,0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25 4 00 00020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950,0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350,0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25 4 0000020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950,0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350,0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Организация сбора и вывоза бытовых отходов и мусора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25 4 00 00030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570,0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6B5AAA" w:rsidRPr="00A627CD" w:rsidTr="00205848">
        <w:trPr>
          <w:trHeight w:val="622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25 4 00 00030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570,0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25 4 00 00030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570,0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6B5AAA" w:rsidRPr="00A627CD" w:rsidTr="00205848">
        <w:trPr>
          <w:trHeight w:val="259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25 4 00 00040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6B5AAA" w:rsidRPr="00A627CD" w:rsidTr="00205848">
        <w:trPr>
          <w:trHeight w:val="426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25 4 00 00040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25 4 00 00040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Прочие мероприятия по благоустройству поселений 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25 4 00 00050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594,0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700,0</w:t>
            </w:r>
          </w:p>
        </w:tc>
      </w:tr>
      <w:tr w:rsidR="006B5AAA" w:rsidRPr="00A627CD" w:rsidTr="00205848">
        <w:trPr>
          <w:trHeight w:val="616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25 4 00 00050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594,0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700,0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25 4 00 00050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594,0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2F3CDF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700,0</w:t>
            </w:r>
          </w:p>
        </w:tc>
      </w:tr>
      <w:tr w:rsidR="006B5AAA" w:rsidRPr="00A627CD" w:rsidTr="00205848">
        <w:trPr>
          <w:trHeight w:val="493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Реализация муниципальных программ поселений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80 0 00 00000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0A3CFC">
              <w:rPr>
                <w:rFonts w:ascii="PT Astra Serif" w:hAnsi="PT Astra Serif"/>
                <w:b/>
                <w:sz w:val="20"/>
                <w:szCs w:val="20"/>
              </w:rPr>
              <w:t>220,0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0A3CFC">
              <w:rPr>
                <w:rFonts w:ascii="PT Astra Serif" w:hAnsi="PT Astra Serif"/>
                <w:b/>
                <w:sz w:val="20"/>
                <w:szCs w:val="20"/>
              </w:rPr>
              <w:t>280,0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D46B80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0A3CFC">
              <w:rPr>
                <w:rFonts w:ascii="PT Astra Serif" w:hAnsi="PT Astra Serif"/>
                <w:b/>
                <w:sz w:val="20"/>
                <w:szCs w:val="20"/>
              </w:rPr>
              <w:t>330,0</w:t>
            </w:r>
          </w:p>
        </w:tc>
      </w:tr>
      <w:tr w:rsidR="006B5AAA" w:rsidRPr="00A627CD" w:rsidTr="00205848">
        <w:trPr>
          <w:trHeight w:val="352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Муниципальная  программа «</w:t>
            </w:r>
            <w:r w:rsidRPr="0020146B">
              <w:rPr>
                <w:rFonts w:ascii="PT Astra Serif" w:hAnsi="PT Astra Serif"/>
                <w:sz w:val="20"/>
                <w:szCs w:val="20"/>
              </w:rPr>
              <w:t>Энергосбережение и повышение энергетической эффективности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 на территории Пинеровского МО»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 0 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100,</w:t>
            </w:r>
            <w:r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 0 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100,</w:t>
            </w:r>
            <w:r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</w:tr>
      <w:tr w:rsidR="006B5AAA" w:rsidRPr="00A627CD" w:rsidTr="00205848">
        <w:trPr>
          <w:trHeight w:val="25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Иные закупки товаров, работ и услуг для обеспечения </w:t>
            </w:r>
            <w:r>
              <w:rPr>
                <w:rFonts w:ascii="PT Astra Serif" w:hAnsi="PT Astra Serif"/>
                <w:sz w:val="20"/>
                <w:szCs w:val="20"/>
              </w:rPr>
              <w:t>г</w:t>
            </w:r>
            <w:r w:rsidRPr="0020146B">
              <w:rPr>
                <w:rFonts w:ascii="PT Astra Serif" w:hAnsi="PT Astra Serif"/>
                <w:sz w:val="20"/>
                <w:szCs w:val="20"/>
              </w:rPr>
              <w:t>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 0 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100,</w:t>
            </w:r>
            <w:r>
              <w:rPr>
                <w:rFonts w:ascii="PT Astra Serif" w:hAnsi="PT Astra Serif"/>
                <w:sz w:val="20"/>
                <w:szCs w:val="20"/>
              </w:rPr>
              <w:t>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</w:tr>
      <w:tr w:rsidR="006B5AAA" w:rsidRPr="00A627CD" w:rsidTr="00205848">
        <w:trPr>
          <w:trHeight w:val="711"/>
        </w:trPr>
        <w:tc>
          <w:tcPr>
            <w:tcW w:w="3168" w:type="dxa"/>
            <w:vAlign w:val="bottom"/>
          </w:tcPr>
          <w:p w:rsidR="006B5AAA" w:rsidRPr="008213C1" w:rsidRDefault="006B5AAA" w:rsidP="00604AD6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Муниципальная программа «Формирование и содержание муниципального имущества на территории Пинеровского муниципального образования»</w:t>
            </w:r>
          </w:p>
        </w:tc>
        <w:tc>
          <w:tcPr>
            <w:tcW w:w="563" w:type="dxa"/>
            <w:noWrap/>
            <w:vAlign w:val="bottom"/>
          </w:tcPr>
          <w:p w:rsidR="006B5AAA" w:rsidRPr="008213C1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8213C1" w:rsidRDefault="006B5AAA" w:rsidP="00604AD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87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0A3CFC">
              <w:rPr>
                <w:rFonts w:ascii="PT Astra Serif" w:hAnsi="PT Astra Serif"/>
                <w:bCs/>
                <w:sz w:val="20"/>
                <w:szCs w:val="20"/>
              </w:rPr>
              <w:t>120,0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130,0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0A3CFC">
              <w:rPr>
                <w:rFonts w:ascii="PT Astra Serif" w:hAnsi="PT Astra Serif"/>
                <w:bCs/>
                <w:sz w:val="20"/>
                <w:szCs w:val="20"/>
              </w:rPr>
              <w:t>130,0</w:t>
            </w:r>
          </w:p>
        </w:tc>
      </w:tr>
      <w:tr w:rsidR="006B5AAA" w:rsidRPr="00A627CD" w:rsidTr="00205848">
        <w:trPr>
          <w:trHeight w:val="711"/>
        </w:trPr>
        <w:tc>
          <w:tcPr>
            <w:tcW w:w="3168" w:type="dxa"/>
            <w:vAlign w:val="bottom"/>
          </w:tcPr>
          <w:p w:rsidR="006B5AAA" w:rsidRPr="008213C1" w:rsidRDefault="006B5AAA" w:rsidP="00604AD6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8213C1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8213C1" w:rsidRDefault="006B5AAA" w:rsidP="00604AD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87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0A3CFC">
              <w:rPr>
                <w:rFonts w:ascii="PT Astra Serif" w:hAnsi="PT Astra Serif"/>
                <w:bCs/>
                <w:sz w:val="20"/>
                <w:szCs w:val="20"/>
              </w:rPr>
              <w:t>120,0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130,0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813E9B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0A3CFC">
              <w:rPr>
                <w:rFonts w:ascii="PT Astra Serif" w:hAnsi="PT Astra Serif"/>
                <w:bCs/>
                <w:sz w:val="20"/>
                <w:szCs w:val="20"/>
              </w:rPr>
              <w:t>130,0</w:t>
            </w:r>
          </w:p>
        </w:tc>
      </w:tr>
      <w:tr w:rsidR="006B5AAA" w:rsidRPr="00A627CD" w:rsidTr="00205848">
        <w:trPr>
          <w:trHeight w:val="711"/>
        </w:trPr>
        <w:tc>
          <w:tcPr>
            <w:tcW w:w="3168" w:type="dxa"/>
            <w:vAlign w:val="bottom"/>
          </w:tcPr>
          <w:p w:rsidR="006B5AAA" w:rsidRPr="008213C1" w:rsidRDefault="006B5AAA" w:rsidP="00604AD6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8213C1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440" w:type="dxa"/>
            <w:noWrap/>
            <w:vAlign w:val="bottom"/>
          </w:tcPr>
          <w:p w:rsidR="006B5AAA" w:rsidRPr="008213C1" w:rsidRDefault="006B5AAA" w:rsidP="00604AD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87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8213C1" w:rsidRDefault="006B5AAA" w:rsidP="00604AD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8213C1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0A3CFC">
              <w:rPr>
                <w:rFonts w:ascii="PT Astra Serif" w:hAnsi="PT Astra Serif"/>
                <w:bCs/>
                <w:sz w:val="20"/>
                <w:szCs w:val="20"/>
              </w:rPr>
              <w:t>120,0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604AD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0A3CFC">
              <w:rPr>
                <w:rFonts w:ascii="PT Astra Serif" w:hAnsi="PT Astra Serif"/>
                <w:sz w:val="20"/>
                <w:szCs w:val="20"/>
              </w:rPr>
              <w:t>130,0</w:t>
            </w:r>
          </w:p>
        </w:tc>
        <w:tc>
          <w:tcPr>
            <w:tcW w:w="900" w:type="dxa"/>
            <w:noWrap/>
            <w:vAlign w:val="bottom"/>
          </w:tcPr>
          <w:p w:rsidR="006B5AAA" w:rsidRPr="000A3CFC" w:rsidRDefault="006B5AAA" w:rsidP="00604AD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0A3CFC">
              <w:rPr>
                <w:rFonts w:ascii="PT Astra Serif" w:hAnsi="PT Astra Serif"/>
                <w:bCs/>
                <w:sz w:val="20"/>
                <w:szCs w:val="20"/>
              </w:rPr>
              <w:t>130,0</w:t>
            </w:r>
          </w:p>
        </w:tc>
      </w:tr>
      <w:tr w:rsidR="006B5AAA" w:rsidRPr="00A627CD" w:rsidTr="00205848">
        <w:trPr>
          <w:trHeight w:val="71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05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27 0 00 00000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2D4E1E">
              <w:rPr>
                <w:rFonts w:ascii="PT Astra Serif" w:hAnsi="PT Astra Serif"/>
                <w:b/>
                <w:sz w:val="20"/>
                <w:szCs w:val="20"/>
              </w:rPr>
              <w:t>5,3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01D8F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01D8F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D4E1E">
              <w:rPr>
                <w:rFonts w:ascii="PT Astra Serif" w:hAnsi="PT Astra Serif"/>
                <w:sz w:val="20"/>
                <w:szCs w:val="20"/>
              </w:rPr>
              <w:t>5,3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05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27 2 00 05280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D4E1E">
              <w:rPr>
                <w:rFonts w:ascii="PT Astra Serif" w:hAnsi="PT Astra Serif"/>
                <w:sz w:val="20"/>
                <w:szCs w:val="20"/>
              </w:rPr>
              <w:t>5,3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34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05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27 2 00 05280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D4E1E">
              <w:rPr>
                <w:rFonts w:ascii="PT Astra Serif" w:hAnsi="PT Astra Serif"/>
                <w:sz w:val="20"/>
                <w:szCs w:val="20"/>
              </w:rPr>
              <w:t>5,3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35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05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27 2 00 05280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D4E1E">
              <w:rPr>
                <w:rFonts w:ascii="PT Astra Serif" w:hAnsi="PT Astra Serif"/>
                <w:sz w:val="20"/>
                <w:szCs w:val="20"/>
              </w:rPr>
              <w:t>5,3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344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2</w:t>
            </w:r>
            <w:r w:rsidRPr="002D4E1E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01D8F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A01D8F">
              <w:rPr>
                <w:rFonts w:ascii="PT Astra Serif" w:hAnsi="PT Astra Serif"/>
                <w:b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12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Культура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27 0 00 00000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690"/>
        </w:trPr>
        <w:tc>
          <w:tcPr>
            <w:tcW w:w="3168" w:type="dxa"/>
            <w:vAlign w:val="center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27 2 00 00000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</w:t>
            </w:r>
            <w:r w:rsidRPr="002D4E1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872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27 2 00 13000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</w:t>
            </w:r>
            <w:r w:rsidRPr="002D4E1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309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27 2 00 13000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500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</w:t>
            </w:r>
            <w:r w:rsidRPr="002D4E1E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359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27 2 00 13000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Cs/>
                <w:sz w:val="20"/>
                <w:szCs w:val="20"/>
              </w:rPr>
              <w:t>540</w:t>
            </w:r>
          </w:p>
        </w:tc>
        <w:tc>
          <w:tcPr>
            <w:tcW w:w="900" w:type="dxa"/>
            <w:noWrap/>
            <w:vAlign w:val="bottom"/>
          </w:tcPr>
          <w:p w:rsidR="006B5AAA" w:rsidRPr="002D4E1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  <w:tc>
          <w:tcPr>
            <w:tcW w:w="900" w:type="dxa"/>
            <w:noWrap/>
            <w:vAlign w:val="bottom"/>
          </w:tcPr>
          <w:p w:rsidR="006B5AAA" w:rsidRPr="00A01D8F" w:rsidRDefault="006B5AAA" w:rsidP="005B0A4E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A01D8F">
              <w:rPr>
                <w:rFonts w:ascii="PT Astra Serif" w:hAnsi="PT Astra Serif"/>
                <w:sz w:val="20"/>
                <w:szCs w:val="20"/>
              </w:rPr>
              <w:t>0,0</w:t>
            </w:r>
          </w:p>
        </w:tc>
      </w:tr>
      <w:tr w:rsidR="006B5AAA" w:rsidRPr="00A627CD" w:rsidTr="00205848">
        <w:trPr>
          <w:trHeight w:val="301"/>
        </w:trPr>
        <w:tc>
          <w:tcPr>
            <w:tcW w:w="3168" w:type="dxa"/>
            <w:vAlign w:val="bottom"/>
          </w:tcPr>
          <w:p w:rsidR="006B5AAA" w:rsidRPr="003C5F1C" w:rsidRDefault="006B5AAA" w:rsidP="00813E9B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3C5F1C">
              <w:rPr>
                <w:rFonts w:ascii="PT Astra Serif" w:hAnsi="PT Astra Serif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3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3C5F1C">
              <w:rPr>
                <w:rFonts w:ascii="PT Astra Serif" w:hAnsi="PT Astra Serif"/>
                <w:b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3C5F1C">
              <w:rPr>
                <w:rFonts w:ascii="PT Astra Serif" w:hAnsi="PT Astra Serif"/>
                <w:b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3C5F1C">
              <w:rPr>
                <w:rFonts w:ascii="PT Astra Serif" w:hAnsi="PT Astra Serif"/>
                <w:b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3C5F1C" w:rsidRDefault="006B5AAA" w:rsidP="00813E9B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3C5F1C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3C5F1C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162819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162819">
              <w:rPr>
                <w:rFonts w:ascii="PT Astra Serif" w:hAnsi="PT Astra Serif"/>
                <w:b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162819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162819">
              <w:rPr>
                <w:rFonts w:ascii="PT Astra Serif" w:hAnsi="PT Astra Serif"/>
                <w:b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162819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162819">
              <w:rPr>
                <w:rFonts w:ascii="PT Astra Serif" w:hAnsi="PT Astra Serif"/>
                <w:b/>
                <w:sz w:val="20"/>
                <w:szCs w:val="20"/>
              </w:rPr>
              <w:t>0,6</w:t>
            </w:r>
          </w:p>
        </w:tc>
      </w:tr>
      <w:tr w:rsidR="006B5AAA" w:rsidRPr="00A627CD" w:rsidTr="00205848">
        <w:trPr>
          <w:trHeight w:val="301"/>
        </w:trPr>
        <w:tc>
          <w:tcPr>
            <w:tcW w:w="3168" w:type="dxa"/>
            <w:vAlign w:val="bottom"/>
          </w:tcPr>
          <w:p w:rsidR="006B5AAA" w:rsidRPr="003C5F1C" w:rsidRDefault="006B5AAA" w:rsidP="00813E9B">
            <w:pPr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Охрана семьи и детства</w:t>
            </w:r>
          </w:p>
        </w:tc>
        <w:tc>
          <w:tcPr>
            <w:tcW w:w="563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3C5F1C" w:rsidRDefault="006B5AAA" w:rsidP="00813E9B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</w:tr>
      <w:tr w:rsidR="006B5AAA" w:rsidRPr="00A627CD" w:rsidTr="00205848">
        <w:trPr>
          <w:trHeight w:val="301"/>
        </w:trPr>
        <w:tc>
          <w:tcPr>
            <w:tcW w:w="3168" w:type="dxa"/>
            <w:vAlign w:val="bottom"/>
          </w:tcPr>
          <w:p w:rsidR="006B5AAA" w:rsidRPr="003C5F1C" w:rsidRDefault="006B5AAA" w:rsidP="00813E9B">
            <w:pPr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3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3C5F1C" w:rsidRDefault="006B5AAA" w:rsidP="00813E9B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</w:tr>
      <w:tr w:rsidR="006B5AAA" w:rsidRPr="00A627CD" w:rsidTr="00205848">
        <w:trPr>
          <w:trHeight w:val="301"/>
        </w:trPr>
        <w:tc>
          <w:tcPr>
            <w:tcW w:w="3168" w:type="dxa"/>
            <w:vAlign w:val="bottom"/>
          </w:tcPr>
          <w:p w:rsidR="006B5AAA" w:rsidRPr="003C5F1C" w:rsidRDefault="006B5AAA" w:rsidP="00813E9B">
            <w:pPr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3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3C5F1C" w:rsidRDefault="006B5AAA" w:rsidP="00813E9B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</w:tr>
      <w:tr w:rsidR="006B5AAA" w:rsidRPr="00A627CD" w:rsidTr="00205848">
        <w:trPr>
          <w:trHeight w:val="301"/>
        </w:trPr>
        <w:tc>
          <w:tcPr>
            <w:tcW w:w="3168" w:type="dxa"/>
            <w:vAlign w:val="bottom"/>
          </w:tcPr>
          <w:p w:rsidR="006B5AAA" w:rsidRPr="003C5F1C" w:rsidRDefault="006B5AAA" w:rsidP="00813E9B">
            <w:pPr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3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3C5F1C" w:rsidRDefault="006B5AAA" w:rsidP="00813E9B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</w:tr>
      <w:tr w:rsidR="006B5AAA" w:rsidRPr="00A627CD" w:rsidTr="00205848">
        <w:trPr>
          <w:trHeight w:val="301"/>
        </w:trPr>
        <w:tc>
          <w:tcPr>
            <w:tcW w:w="3168" w:type="dxa"/>
            <w:vAlign w:val="bottom"/>
          </w:tcPr>
          <w:p w:rsidR="006B5AAA" w:rsidRPr="003C5F1C" w:rsidRDefault="006B5AAA" w:rsidP="00813E9B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Расходы на выплату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2120002200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</w:tr>
      <w:tr w:rsidR="006B5AAA" w:rsidRPr="00A627CD" w:rsidTr="00205848">
        <w:trPr>
          <w:trHeight w:val="301"/>
        </w:trPr>
        <w:tc>
          <w:tcPr>
            <w:tcW w:w="3168" w:type="dxa"/>
          </w:tcPr>
          <w:p w:rsidR="006B5AAA" w:rsidRPr="003C5F1C" w:rsidRDefault="006B5AAA" w:rsidP="00813E9B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Расходы на выплату персоналу государственных     (муниципальных) органов</w:t>
            </w:r>
          </w:p>
        </w:tc>
        <w:tc>
          <w:tcPr>
            <w:tcW w:w="563" w:type="dxa"/>
            <w:noWrap/>
            <w:vAlign w:val="bottom"/>
          </w:tcPr>
          <w:p w:rsidR="006B5AAA" w:rsidRPr="003C5F1C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44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2120002200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813E9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900" w:type="dxa"/>
            <w:noWrap/>
            <w:vAlign w:val="bottom"/>
          </w:tcPr>
          <w:p w:rsidR="006B5AAA" w:rsidRPr="003C5F1C" w:rsidRDefault="006B5AAA" w:rsidP="00D46B8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3C5F1C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</w:tr>
      <w:tr w:rsidR="006B5AAA" w:rsidRPr="00A627CD" w:rsidTr="00205848">
        <w:trPr>
          <w:trHeight w:val="301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700256" w:rsidRDefault="006B5AAA" w:rsidP="00813E9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700256">
              <w:rPr>
                <w:rFonts w:ascii="PT Astra Serif" w:hAnsi="PT Astra Serif"/>
                <w:b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140,4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189,9</w:t>
            </w:r>
          </w:p>
        </w:tc>
      </w:tr>
      <w:tr w:rsidR="006B5AAA" w:rsidRPr="00A627CD" w:rsidTr="00205848">
        <w:trPr>
          <w:trHeight w:val="283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Физическая культура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1975D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140,4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189,9</w:t>
            </w:r>
          </w:p>
        </w:tc>
      </w:tr>
      <w:tr w:rsidR="006B5AAA" w:rsidRPr="00A627CD" w:rsidTr="00205848">
        <w:trPr>
          <w:trHeight w:val="40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Реализация муниципальных программ поселений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80 0 00 00000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1975D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140,4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189,9</w:t>
            </w:r>
          </w:p>
        </w:tc>
      </w:tr>
      <w:tr w:rsidR="006B5AAA" w:rsidRPr="00A627CD" w:rsidTr="00205848">
        <w:trPr>
          <w:trHeight w:val="736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 xml:space="preserve">МП «Развитие физической культуры и спорта в Пинеровском муниципальном </w:t>
            </w:r>
            <w:r w:rsidRPr="00447262">
              <w:rPr>
                <w:rFonts w:ascii="PT Astra Serif" w:hAnsi="PT Astra Serif"/>
                <w:sz w:val="20"/>
                <w:szCs w:val="20"/>
              </w:rPr>
              <w:t>образовании»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85 0 00 00000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000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1975D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140,4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189,9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85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813E9B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1975D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140,4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6F7950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189,9</w:t>
            </w:r>
          </w:p>
        </w:tc>
      </w:tr>
      <w:tr w:rsidR="006B5AAA" w:rsidRPr="00A627CD" w:rsidTr="00205848">
        <w:trPr>
          <w:trHeight w:val="465"/>
        </w:trPr>
        <w:tc>
          <w:tcPr>
            <w:tcW w:w="3168" w:type="dxa"/>
            <w:vAlign w:val="bottom"/>
          </w:tcPr>
          <w:p w:rsidR="006B5AAA" w:rsidRPr="0020146B" w:rsidRDefault="006B5AAA" w:rsidP="00404AE5">
            <w:pPr>
              <w:ind w:right="-108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AD0C76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228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AD0C76">
            <w:pPr>
              <w:ind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85 0 01 М000П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AD0C7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EC5B11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1975DE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140,4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371485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189,9</w:t>
            </w:r>
          </w:p>
        </w:tc>
      </w:tr>
      <w:tr w:rsidR="006B5AAA" w:rsidRPr="00A627CD" w:rsidTr="00205848">
        <w:trPr>
          <w:trHeight w:val="265"/>
        </w:trPr>
        <w:tc>
          <w:tcPr>
            <w:tcW w:w="3168" w:type="dxa"/>
            <w:vAlign w:val="bottom"/>
          </w:tcPr>
          <w:p w:rsidR="006B5AAA" w:rsidRPr="0020146B" w:rsidRDefault="006B5AAA" w:rsidP="00CB6770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20146B">
              <w:rPr>
                <w:rFonts w:ascii="PT Astra Serif" w:hAnsi="PT Astra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3" w:type="dxa"/>
            <w:noWrap/>
            <w:vAlign w:val="bottom"/>
          </w:tcPr>
          <w:p w:rsidR="006B5AAA" w:rsidRPr="0020146B" w:rsidRDefault="006B5AAA" w:rsidP="00CB6770">
            <w:pPr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726" w:type="dxa"/>
            <w:noWrap/>
            <w:vAlign w:val="bottom"/>
          </w:tcPr>
          <w:p w:rsidR="006B5AAA" w:rsidRPr="0020146B" w:rsidRDefault="006B5AAA" w:rsidP="00CB6770">
            <w:pPr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CB6770">
            <w:pPr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6B5AAA" w:rsidRPr="0020146B" w:rsidRDefault="006B5AAA" w:rsidP="00CB6770">
            <w:pPr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vAlign w:val="bottom"/>
          </w:tcPr>
          <w:p w:rsidR="006B5AAA" w:rsidRPr="0020146B" w:rsidRDefault="006B5AAA" w:rsidP="00CB6770">
            <w:pPr>
              <w:rPr>
                <w:rFonts w:ascii="PT Astra Serif" w:hAnsi="PT Astra Serif"/>
                <w:sz w:val="20"/>
                <w:szCs w:val="20"/>
              </w:rPr>
            </w:pPr>
            <w:r w:rsidRPr="0020146B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B26B4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1975DE">
              <w:rPr>
                <w:rFonts w:ascii="PT Astra Serif" w:hAnsi="PT Astra Serif"/>
                <w:b/>
                <w:sz w:val="20"/>
                <w:szCs w:val="20"/>
              </w:rPr>
              <w:t>16890,4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B26B4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1975DE">
              <w:rPr>
                <w:rFonts w:ascii="PT Astra Serif" w:hAnsi="PT Astra Serif"/>
                <w:b/>
                <w:sz w:val="20"/>
                <w:szCs w:val="20"/>
              </w:rPr>
              <w:t>17340,0</w:t>
            </w:r>
          </w:p>
        </w:tc>
        <w:tc>
          <w:tcPr>
            <w:tcW w:w="900" w:type="dxa"/>
            <w:noWrap/>
            <w:vAlign w:val="bottom"/>
          </w:tcPr>
          <w:p w:rsidR="006B5AAA" w:rsidRPr="001975DE" w:rsidRDefault="006B5AAA" w:rsidP="00B26B4B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1975DE">
              <w:rPr>
                <w:rFonts w:ascii="PT Astra Serif" w:hAnsi="PT Astra Serif"/>
                <w:b/>
                <w:sz w:val="20"/>
                <w:szCs w:val="20"/>
              </w:rPr>
              <w:t>17620,7</w:t>
            </w:r>
          </w:p>
        </w:tc>
      </w:tr>
    </w:tbl>
    <w:p w:rsidR="006B5AAA" w:rsidRDefault="006B5AAA" w:rsidP="00C667F0"/>
    <w:sectPr w:rsidR="006B5AAA" w:rsidSect="00AE7992">
      <w:footerReference w:type="default" r:id="rId7"/>
      <w:pgSz w:w="11906" w:h="16838"/>
      <w:pgMar w:top="851" w:right="851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AAA" w:rsidRDefault="006B5AAA" w:rsidP="0089163B">
      <w:r>
        <w:separator/>
      </w:r>
    </w:p>
  </w:endnote>
  <w:endnote w:type="continuationSeparator" w:id="0">
    <w:p w:rsidR="006B5AAA" w:rsidRDefault="006B5AAA" w:rsidP="00891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AAA" w:rsidRDefault="006B5AAA">
    <w:pPr>
      <w:pStyle w:val="Footer"/>
      <w:jc w:val="right"/>
    </w:pPr>
    <w:fldSimple w:instr="PAGE   \* MERGEFORMAT">
      <w:r>
        <w:rPr>
          <w:noProof/>
        </w:rPr>
        <w:t>7</w:t>
      </w:r>
    </w:fldSimple>
  </w:p>
  <w:p w:rsidR="006B5AAA" w:rsidRDefault="006B5A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AAA" w:rsidRDefault="006B5AAA" w:rsidP="0089163B">
      <w:r>
        <w:separator/>
      </w:r>
    </w:p>
  </w:footnote>
  <w:footnote w:type="continuationSeparator" w:id="0">
    <w:p w:rsidR="006B5AAA" w:rsidRDefault="006B5AAA" w:rsidP="008916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10462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9B4AB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B8B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E82E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61CCA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7A95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4CBA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C0E7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3C9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E5678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DAB"/>
    <w:rsid w:val="00004A4B"/>
    <w:rsid w:val="00025FBD"/>
    <w:rsid w:val="00026797"/>
    <w:rsid w:val="00067C0D"/>
    <w:rsid w:val="000713F1"/>
    <w:rsid w:val="00073F12"/>
    <w:rsid w:val="00076D83"/>
    <w:rsid w:val="000846D6"/>
    <w:rsid w:val="000A3CFC"/>
    <w:rsid w:val="000C78B9"/>
    <w:rsid w:val="000F0408"/>
    <w:rsid w:val="00110C84"/>
    <w:rsid w:val="00112002"/>
    <w:rsid w:val="00123595"/>
    <w:rsid w:val="001407C8"/>
    <w:rsid w:val="0014263D"/>
    <w:rsid w:val="00146E45"/>
    <w:rsid w:val="001511E4"/>
    <w:rsid w:val="00154CF7"/>
    <w:rsid w:val="00162819"/>
    <w:rsid w:val="001975DE"/>
    <w:rsid w:val="001A0EF7"/>
    <w:rsid w:val="001D03CC"/>
    <w:rsid w:val="001D3B20"/>
    <w:rsid w:val="001D621B"/>
    <w:rsid w:val="001D623D"/>
    <w:rsid w:val="001E292E"/>
    <w:rsid w:val="001F3359"/>
    <w:rsid w:val="0020146B"/>
    <w:rsid w:val="00205848"/>
    <w:rsid w:val="00217038"/>
    <w:rsid w:val="0022678D"/>
    <w:rsid w:val="0025155B"/>
    <w:rsid w:val="00267900"/>
    <w:rsid w:val="002742F0"/>
    <w:rsid w:val="0028467B"/>
    <w:rsid w:val="0028644E"/>
    <w:rsid w:val="00290970"/>
    <w:rsid w:val="00295CCB"/>
    <w:rsid w:val="002A5922"/>
    <w:rsid w:val="002B1DA6"/>
    <w:rsid w:val="002B5B48"/>
    <w:rsid w:val="002C42D2"/>
    <w:rsid w:val="002D24B3"/>
    <w:rsid w:val="002D4E1E"/>
    <w:rsid w:val="002E6137"/>
    <w:rsid w:val="002F3CDF"/>
    <w:rsid w:val="002F4DD4"/>
    <w:rsid w:val="00303B91"/>
    <w:rsid w:val="00304AB5"/>
    <w:rsid w:val="00326257"/>
    <w:rsid w:val="00342362"/>
    <w:rsid w:val="00343E25"/>
    <w:rsid w:val="00351DD2"/>
    <w:rsid w:val="00371485"/>
    <w:rsid w:val="00376168"/>
    <w:rsid w:val="00380B9D"/>
    <w:rsid w:val="00387F42"/>
    <w:rsid w:val="003B5727"/>
    <w:rsid w:val="003C5F1C"/>
    <w:rsid w:val="003D3626"/>
    <w:rsid w:val="003D657A"/>
    <w:rsid w:val="003D69E7"/>
    <w:rsid w:val="003E5341"/>
    <w:rsid w:val="003F5307"/>
    <w:rsid w:val="00404AE5"/>
    <w:rsid w:val="004057A4"/>
    <w:rsid w:val="004157D9"/>
    <w:rsid w:val="004228E0"/>
    <w:rsid w:val="00437144"/>
    <w:rsid w:val="00447262"/>
    <w:rsid w:val="004475B7"/>
    <w:rsid w:val="004713B3"/>
    <w:rsid w:val="00476A53"/>
    <w:rsid w:val="00477A0E"/>
    <w:rsid w:val="00477CCD"/>
    <w:rsid w:val="0049172A"/>
    <w:rsid w:val="004A385B"/>
    <w:rsid w:val="004C234E"/>
    <w:rsid w:val="004C3062"/>
    <w:rsid w:val="005077E1"/>
    <w:rsid w:val="00521D0D"/>
    <w:rsid w:val="0053188B"/>
    <w:rsid w:val="00545341"/>
    <w:rsid w:val="00550F3A"/>
    <w:rsid w:val="00557572"/>
    <w:rsid w:val="00581BDF"/>
    <w:rsid w:val="00583DD6"/>
    <w:rsid w:val="005955A3"/>
    <w:rsid w:val="005A217B"/>
    <w:rsid w:val="005B0A4E"/>
    <w:rsid w:val="005B29B6"/>
    <w:rsid w:val="005C7826"/>
    <w:rsid w:val="005D0EDA"/>
    <w:rsid w:val="005E27DD"/>
    <w:rsid w:val="006004CB"/>
    <w:rsid w:val="00604AD6"/>
    <w:rsid w:val="006269BE"/>
    <w:rsid w:val="00641DE3"/>
    <w:rsid w:val="00651948"/>
    <w:rsid w:val="00652393"/>
    <w:rsid w:val="00662F61"/>
    <w:rsid w:val="00663D53"/>
    <w:rsid w:val="00666090"/>
    <w:rsid w:val="006806BB"/>
    <w:rsid w:val="00684EF2"/>
    <w:rsid w:val="00697D5D"/>
    <w:rsid w:val="006B5AAA"/>
    <w:rsid w:val="006C0DF0"/>
    <w:rsid w:val="006C4224"/>
    <w:rsid w:val="006F3EC1"/>
    <w:rsid w:val="006F7950"/>
    <w:rsid w:val="00700256"/>
    <w:rsid w:val="007072EA"/>
    <w:rsid w:val="00711539"/>
    <w:rsid w:val="00711DA0"/>
    <w:rsid w:val="007331E1"/>
    <w:rsid w:val="00733DAB"/>
    <w:rsid w:val="00737F7E"/>
    <w:rsid w:val="00754AE6"/>
    <w:rsid w:val="007816AC"/>
    <w:rsid w:val="00791066"/>
    <w:rsid w:val="00791857"/>
    <w:rsid w:val="00797AD0"/>
    <w:rsid w:val="007A326D"/>
    <w:rsid w:val="007D28D5"/>
    <w:rsid w:val="007E04D7"/>
    <w:rsid w:val="007E4B0E"/>
    <w:rsid w:val="007F55EC"/>
    <w:rsid w:val="007F7D0B"/>
    <w:rsid w:val="0080713E"/>
    <w:rsid w:val="00813E9B"/>
    <w:rsid w:val="008213C1"/>
    <w:rsid w:val="00821A12"/>
    <w:rsid w:val="008224AD"/>
    <w:rsid w:val="00850EDA"/>
    <w:rsid w:val="0086576F"/>
    <w:rsid w:val="0089163B"/>
    <w:rsid w:val="00892009"/>
    <w:rsid w:val="0089709F"/>
    <w:rsid w:val="008C6C92"/>
    <w:rsid w:val="008D1447"/>
    <w:rsid w:val="008D54D7"/>
    <w:rsid w:val="008F590D"/>
    <w:rsid w:val="00906B2B"/>
    <w:rsid w:val="00911161"/>
    <w:rsid w:val="00922B1F"/>
    <w:rsid w:val="00925CD1"/>
    <w:rsid w:val="009350DC"/>
    <w:rsid w:val="009449A4"/>
    <w:rsid w:val="009524F1"/>
    <w:rsid w:val="00964A00"/>
    <w:rsid w:val="00987E6F"/>
    <w:rsid w:val="00993B52"/>
    <w:rsid w:val="00996904"/>
    <w:rsid w:val="009A1DF7"/>
    <w:rsid w:val="009B016B"/>
    <w:rsid w:val="009B3451"/>
    <w:rsid w:val="009F4727"/>
    <w:rsid w:val="00A01D8F"/>
    <w:rsid w:val="00A12071"/>
    <w:rsid w:val="00A15DFF"/>
    <w:rsid w:val="00A31803"/>
    <w:rsid w:val="00A42052"/>
    <w:rsid w:val="00A522AA"/>
    <w:rsid w:val="00A5518C"/>
    <w:rsid w:val="00A627CD"/>
    <w:rsid w:val="00A74F9C"/>
    <w:rsid w:val="00A802F3"/>
    <w:rsid w:val="00A93FD2"/>
    <w:rsid w:val="00AA2C03"/>
    <w:rsid w:val="00AA41D0"/>
    <w:rsid w:val="00AB47DA"/>
    <w:rsid w:val="00AD0C76"/>
    <w:rsid w:val="00AD2DB3"/>
    <w:rsid w:val="00AE6E4C"/>
    <w:rsid w:val="00AE7992"/>
    <w:rsid w:val="00AF095D"/>
    <w:rsid w:val="00AF7050"/>
    <w:rsid w:val="00B0286F"/>
    <w:rsid w:val="00B07B79"/>
    <w:rsid w:val="00B13AF9"/>
    <w:rsid w:val="00B1442F"/>
    <w:rsid w:val="00B2338A"/>
    <w:rsid w:val="00B26B4B"/>
    <w:rsid w:val="00B347A8"/>
    <w:rsid w:val="00B74535"/>
    <w:rsid w:val="00B97FF7"/>
    <w:rsid w:val="00BC0558"/>
    <w:rsid w:val="00BC6E02"/>
    <w:rsid w:val="00BE2E71"/>
    <w:rsid w:val="00C01B82"/>
    <w:rsid w:val="00C10C9F"/>
    <w:rsid w:val="00C24115"/>
    <w:rsid w:val="00C3279D"/>
    <w:rsid w:val="00C44159"/>
    <w:rsid w:val="00C44186"/>
    <w:rsid w:val="00C56FFC"/>
    <w:rsid w:val="00C63F48"/>
    <w:rsid w:val="00C667F0"/>
    <w:rsid w:val="00C80399"/>
    <w:rsid w:val="00C80B61"/>
    <w:rsid w:val="00C871FC"/>
    <w:rsid w:val="00C9514E"/>
    <w:rsid w:val="00CB6770"/>
    <w:rsid w:val="00CC22A3"/>
    <w:rsid w:val="00CC556D"/>
    <w:rsid w:val="00CD3342"/>
    <w:rsid w:val="00CD3E1D"/>
    <w:rsid w:val="00CF0567"/>
    <w:rsid w:val="00D00D8E"/>
    <w:rsid w:val="00D22424"/>
    <w:rsid w:val="00D24229"/>
    <w:rsid w:val="00D26F5E"/>
    <w:rsid w:val="00D371CF"/>
    <w:rsid w:val="00D46B80"/>
    <w:rsid w:val="00D53350"/>
    <w:rsid w:val="00D62ED2"/>
    <w:rsid w:val="00D71B6B"/>
    <w:rsid w:val="00D71D9A"/>
    <w:rsid w:val="00D7314E"/>
    <w:rsid w:val="00D80284"/>
    <w:rsid w:val="00DA041C"/>
    <w:rsid w:val="00DA5399"/>
    <w:rsid w:val="00DC7730"/>
    <w:rsid w:val="00E11DF3"/>
    <w:rsid w:val="00E14E1F"/>
    <w:rsid w:val="00E2503A"/>
    <w:rsid w:val="00E2675D"/>
    <w:rsid w:val="00E3337D"/>
    <w:rsid w:val="00E355E8"/>
    <w:rsid w:val="00E43E89"/>
    <w:rsid w:val="00E55E57"/>
    <w:rsid w:val="00E57A0C"/>
    <w:rsid w:val="00E63A77"/>
    <w:rsid w:val="00E75A3C"/>
    <w:rsid w:val="00E9132B"/>
    <w:rsid w:val="00EC5B11"/>
    <w:rsid w:val="00EC5B91"/>
    <w:rsid w:val="00EE5BCE"/>
    <w:rsid w:val="00F04C16"/>
    <w:rsid w:val="00F31AAD"/>
    <w:rsid w:val="00F3783E"/>
    <w:rsid w:val="00F45DDF"/>
    <w:rsid w:val="00F62625"/>
    <w:rsid w:val="00F642C1"/>
    <w:rsid w:val="00F814D4"/>
    <w:rsid w:val="00F83304"/>
    <w:rsid w:val="00F83536"/>
    <w:rsid w:val="00F93351"/>
    <w:rsid w:val="00F96C72"/>
    <w:rsid w:val="00F97733"/>
    <w:rsid w:val="00FA4163"/>
    <w:rsid w:val="00FA6096"/>
    <w:rsid w:val="00FF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DA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3DA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3DA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733DAB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8916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163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8916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163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F96C72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F96C72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uiPriority w:val="99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Normal"/>
    <w:uiPriority w:val="99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Normal"/>
    <w:uiPriority w:val="99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Normal"/>
    <w:uiPriority w:val="99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Normal"/>
    <w:uiPriority w:val="99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Normal"/>
    <w:uiPriority w:val="99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Normal"/>
    <w:uiPriority w:val="99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Normal"/>
    <w:uiPriority w:val="99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Normal"/>
    <w:uiPriority w:val="99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Normal"/>
    <w:uiPriority w:val="99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Normal"/>
    <w:uiPriority w:val="99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Normal"/>
    <w:uiPriority w:val="99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Normal"/>
    <w:uiPriority w:val="99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Normal"/>
    <w:uiPriority w:val="99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Normal"/>
    <w:uiPriority w:val="99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Normal"/>
    <w:uiPriority w:val="99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Normal"/>
    <w:uiPriority w:val="99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Normal"/>
    <w:uiPriority w:val="99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Normal"/>
    <w:uiPriority w:val="99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Normal"/>
    <w:uiPriority w:val="99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Normal"/>
    <w:uiPriority w:val="99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Normal"/>
    <w:uiPriority w:val="99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Normal"/>
    <w:uiPriority w:val="99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Normal"/>
    <w:uiPriority w:val="99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Normal"/>
    <w:uiPriority w:val="99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Normal"/>
    <w:uiPriority w:val="99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Normal"/>
    <w:uiPriority w:val="99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Normal"/>
    <w:uiPriority w:val="99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Normal"/>
    <w:uiPriority w:val="99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Normal"/>
    <w:uiPriority w:val="99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8657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576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8</Pages>
  <Words>2641</Words>
  <Characters>15055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</dc:title>
  <dc:subject/>
  <dc:creator>user</dc:creator>
  <cp:keywords/>
  <dc:description/>
  <cp:lastModifiedBy>Ольга</cp:lastModifiedBy>
  <cp:revision>14</cp:revision>
  <cp:lastPrinted>2024-10-18T09:25:00Z</cp:lastPrinted>
  <dcterms:created xsi:type="dcterms:W3CDTF">2024-10-18T09:17:00Z</dcterms:created>
  <dcterms:modified xsi:type="dcterms:W3CDTF">2024-10-29T06:49:00Z</dcterms:modified>
</cp:coreProperties>
</file>